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88121" w14:textId="77777777" w:rsidR="00A31EEB" w:rsidRDefault="00210C48">
      <w:pPr>
        <w:pStyle w:val="Title"/>
        <w:jc w:val="right"/>
      </w:pPr>
      <w:r>
        <w:t>SONAR</w:t>
      </w:r>
    </w:p>
    <w:p w14:paraId="595EAB39" w14:textId="5A2C3FD0" w:rsidR="00A31EEB" w:rsidRDefault="000D293C">
      <w:pPr>
        <w:pStyle w:val="Title"/>
        <w:jc w:val="right"/>
      </w:pPr>
      <w:fldSimple w:instr="title  \* Mergeformat ">
        <w:r w:rsidR="00CA0558">
          <w:t>Use Ca</w:t>
        </w:r>
        <w:r w:rsidR="00210C48">
          <w:t xml:space="preserve">se Specification: </w:t>
        </w:r>
        <w:r w:rsidR="00F4633E">
          <w:t>Delete</w:t>
        </w:r>
        <w:r w:rsidR="00210C48">
          <w:t xml:space="preserve"> </w:t>
        </w:r>
        <w:r w:rsidR="00CF5479">
          <w:t>Graduate</w:t>
        </w:r>
        <w:r w:rsidR="002F517C">
          <w:t xml:space="preserve"> Student</w:t>
        </w:r>
      </w:fldSimple>
    </w:p>
    <w:p w14:paraId="1FDB9A8D" w14:textId="77777777" w:rsidR="00A31EEB" w:rsidRDefault="00A31EEB">
      <w:pPr>
        <w:pStyle w:val="Title"/>
        <w:jc w:val="right"/>
      </w:pPr>
    </w:p>
    <w:p w14:paraId="46C4DBD4" w14:textId="77777777" w:rsidR="00A31EEB" w:rsidRDefault="00210C48">
      <w:pPr>
        <w:pStyle w:val="Title"/>
        <w:jc w:val="right"/>
        <w:rPr>
          <w:sz w:val="28"/>
        </w:rPr>
      </w:pPr>
      <w:r>
        <w:rPr>
          <w:sz w:val="28"/>
        </w:rPr>
        <w:t>Version 1.0</w:t>
      </w:r>
    </w:p>
    <w:p w14:paraId="09322E3C" w14:textId="77777777" w:rsidR="00A31EEB" w:rsidRDefault="00A31EEB"/>
    <w:p w14:paraId="65245B95" w14:textId="77777777" w:rsidR="00A31EEB" w:rsidRDefault="00AE19B8" w:rsidP="003A529D">
      <w:pPr>
        <w:pStyle w:val="InfoBlue"/>
      </w:pPr>
      <w:r>
        <w:t xml:space="preserve"> </w:t>
      </w:r>
    </w:p>
    <w:p w14:paraId="3EDA4E47" w14:textId="77777777" w:rsidR="00A31EEB" w:rsidRDefault="00A31EEB"/>
    <w:p w14:paraId="57F9C9E4" w14:textId="77777777" w:rsidR="00A31EEB" w:rsidRDefault="00A31EEB">
      <w:pPr>
        <w:pStyle w:val="BodyText"/>
      </w:pPr>
    </w:p>
    <w:p w14:paraId="24C31056" w14:textId="77777777" w:rsidR="00A31EEB" w:rsidRDefault="00A31EEB">
      <w:pPr>
        <w:pStyle w:val="BodyText"/>
      </w:pPr>
    </w:p>
    <w:p w14:paraId="6A568B48" w14:textId="77777777" w:rsidR="00A31EEB" w:rsidRDefault="00A31EEB">
      <w:pPr>
        <w:sectPr w:rsidR="00A31EEB">
          <w:headerReference w:type="default" r:id="rId8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14:paraId="152A3368" w14:textId="77777777" w:rsidR="00A31EEB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A31EEB" w14:paraId="5EE1BB75" w14:textId="77777777">
        <w:tc>
          <w:tcPr>
            <w:tcW w:w="2304" w:type="dxa"/>
          </w:tcPr>
          <w:p w14:paraId="0F02E5FD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14:paraId="7D3DE02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14:paraId="49CCBEFC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14:paraId="4EC7B7C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A31EEB" w14:paraId="1E8D96EE" w14:textId="77777777">
        <w:tc>
          <w:tcPr>
            <w:tcW w:w="2304" w:type="dxa"/>
          </w:tcPr>
          <w:p w14:paraId="14E16EDE" w14:textId="77777777" w:rsidR="00A31EEB" w:rsidRDefault="00940074">
            <w:pPr>
              <w:pStyle w:val="Tabletext"/>
            </w:pPr>
            <w:r>
              <w:t>19</w:t>
            </w:r>
            <w:r w:rsidR="00210C48">
              <w:t>/Oct/16</w:t>
            </w:r>
          </w:p>
        </w:tc>
        <w:tc>
          <w:tcPr>
            <w:tcW w:w="1152" w:type="dxa"/>
          </w:tcPr>
          <w:p w14:paraId="2766FBB0" w14:textId="77777777" w:rsidR="00A31EEB" w:rsidRDefault="00210C48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14:paraId="34D25BE4" w14:textId="7B9CC323" w:rsidR="00A31EEB" w:rsidRDefault="00FC46C2" w:rsidP="00CF5479">
            <w:pPr>
              <w:pStyle w:val="Tabletext"/>
            </w:pPr>
            <w:r>
              <w:t xml:space="preserve">Use Case: </w:t>
            </w:r>
            <w:r w:rsidR="00F4633E">
              <w:t>Delete</w:t>
            </w:r>
            <w:r>
              <w:t xml:space="preserve"> </w:t>
            </w:r>
            <w:r w:rsidR="00CF5479">
              <w:t>Graduate</w:t>
            </w:r>
            <w:r w:rsidR="00261CA6">
              <w:t xml:space="preserve"> </w:t>
            </w:r>
            <w:r w:rsidR="00940074">
              <w:t>Student</w:t>
            </w:r>
          </w:p>
        </w:tc>
        <w:tc>
          <w:tcPr>
            <w:tcW w:w="2304" w:type="dxa"/>
          </w:tcPr>
          <w:p w14:paraId="051C0236" w14:textId="77777777" w:rsidR="00A31EEB" w:rsidRDefault="00940074">
            <w:pPr>
              <w:pStyle w:val="Tabletext"/>
            </w:pPr>
            <w:r>
              <w:t>Rebecca Ludwig</w:t>
            </w:r>
          </w:p>
        </w:tc>
      </w:tr>
      <w:tr w:rsidR="00A31EEB" w14:paraId="717FFFF4" w14:textId="77777777">
        <w:tc>
          <w:tcPr>
            <w:tcW w:w="2304" w:type="dxa"/>
          </w:tcPr>
          <w:p w14:paraId="38E3DC9D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189336B3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2A62553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1AF2D91D" w14:textId="77777777" w:rsidR="00A31EEB" w:rsidRDefault="00A31EEB">
            <w:pPr>
              <w:pStyle w:val="Tabletext"/>
            </w:pPr>
          </w:p>
        </w:tc>
      </w:tr>
      <w:tr w:rsidR="00A31EEB" w14:paraId="5D4DB958" w14:textId="77777777">
        <w:tc>
          <w:tcPr>
            <w:tcW w:w="2304" w:type="dxa"/>
          </w:tcPr>
          <w:p w14:paraId="568B2C59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34314426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1103C45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6E5146F" w14:textId="77777777" w:rsidR="00A31EEB" w:rsidRDefault="00A31EEB">
            <w:pPr>
              <w:pStyle w:val="Tabletext"/>
            </w:pPr>
          </w:p>
        </w:tc>
      </w:tr>
      <w:tr w:rsidR="00A31EEB" w14:paraId="61AACB45" w14:textId="77777777">
        <w:tc>
          <w:tcPr>
            <w:tcW w:w="2304" w:type="dxa"/>
          </w:tcPr>
          <w:p w14:paraId="09CC48B4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7D0DCBCC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155049F9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432887C" w14:textId="77777777" w:rsidR="00A31EEB" w:rsidRDefault="00A31EEB">
            <w:pPr>
              <w:pStyle w:val="Tabletext"/>
            </w:pPr>
          </w:p>
        </w:tc>
      </w:tr>
    </w:tbl>
    <w:p w14:paraId="7045082E" w14:textId="77777777" w:rsidR="00A31EEB" w:rsidRDefault="00A31EEB"/>
    <w:p w14:paraId="2357BF0E" w14:textId="77777777" w:rsidR="00A31EEB" w:rsidRDefault="00AE19B8">
      <w:pPr>
        <w:pStyle w:val="Title"/>
      </w:pPr>
      <w:r>
        <w:br w:type="page"/>
      </w:r>
      <w:r>
        <w:lastRenderedPageBreak/>
        <w:t>Table of Contents</w:t>
      </w:r>
    </w:p>
    <w:p w14:paraId="784936C0" w14:textId="6D55A703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 w:rsidR="00F4633E">
        <w:rPr>
          <w:noProof/>
          <w:szCs w:val="24"/>
        </w:rPr>
        <w:t>Delete</w:t>
      </w:r>
      <w:r w:rsidR="00261CA6">
        <w:rPr>
          <w:noProof/>
          <w:szCs w:val="24"/>
        </w:rPr>
        <w:t xml:space="preserve"> </w:t>
      </w:r>
      <w:r w:rsidR="00CF5479">
        <w:rPr>
          <w:noProof/>
          <w:szCs w:val="24"/>
        </w:rPr>
        <w:t>Graduate</w:t>
      </w:r>
      <w:r w:rsidR="00FC46C2">
        <w:rPr>
          <w:noProof/>
          <w:szCs w:val="24"/>
        </w:rPr>
        <w:t xml:space="preserve"> Student</w:t>
      </w:r>
      <w:r>
        <w:rPr>
          <w:noProof/>
        </w:rPr>
        <w:tab/>
      </w:r>
      <w:r w:rsidR="005E00B6">
        <w:rPr>
          <w:noProof/>
        </w:rPr>
        <w:t>4</w:t>
      </w:r>
    </w:p>
    <w:p w14:paraId="2BC66C92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5E00B6">
        <w:rPr>
          <w:noProof/>
        </w:rPr>
        <w:t>4</w:t>
      </w:r>
    </w:p>
    <w:p w14:paraId="763FEA96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5E00B6">
        <w:rPr>
          <w:noProof/>
        </w:rPr>
        <w:t>4</w:t>
      </w:r>
    </w:p>
    <w:p w14:paraId="0D177C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5E00B6">
        <w:rPr>
          <w:noProof/>
        </w:rPr>
        <w:t>4</w:t>
      </w:r>
    </w:p>
    <w:p w14:paraId="5914AA9D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5E00B6">
        <w:rPr>
          <w:noProof/>
        </w:rPr>
        <w:t>4</w:t>
      </w:r>
    </w:p>
    <w:p w14:paraId="08E2347C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Required Fields Not Complete</w:t>
      </w:r>
      <w:r>
        <w:rPr>
          <w:noProof/>
        </w:rPr>
        <w:tab/>
      </w:r>
      <w:r w:rsidR="005E00B6">
        <w:rPr>
          <w:noProof/>
        </w:rPr>
        <w:t>4</w:t>
      </w:r>
    </w:p>
    <w:p w14:paraId="69043EA7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Reset Form</w:t>
      </w:r>
      <w:r>
        <w:rPr>
          <w:noProof/>
        </w:rPr>
        <w:tab/>
      </w:r>
      <w:r w:rsidR="005E00B6">
        <w:rPr>
          <w:noProof/>
        </w:rPr>
        <w:t>4</w:t>
      </w:r>
    </w:p>
    <w:p w14:paraId="62E4830E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738489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System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3EA09B4A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3272298B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 w:rsidR="00F045AB">
        <w:rPr>
          <w:noProof/>
        </w:rPr>
        <w:t>Access to System</w:t>
      </w:r>
      <w:r>
        <w:rPr>
          <w:noProof/>
        </w:rPr>
        <w:tab/>
      </w:r>
      <w:r w:rsidR="005E00B6">
        <w:rPr>
          <w:noProof/>
        </w:rPr>
        <w:t>4</w:t>
      </w:r>
    </w:p>
    <w:p w14:paraId="60B09428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7130BA7D" w14:textId="27EE02FD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B37668">
        <w:rPr>
          <w:noProof/>
        </w:rPr>
        <w:t>Student Delet</w:t>
      </w:r>
      <w:r w:rsidR="00F045AB">
        <w:rPr>
          <w:noProof/>
        </w:rPr>
        <w:t>ed</w:t>
      </w:r>
      <w:r>
        <w:rPr>
          <w:noProof/>
        </w:rPr>
        <w:tab/>
      </w:r>
      <w:r w:rsidR="005E00B6">
        <w:rPr>
          <w:noProof/>
        </w:rPr>
        <w:t>4</w:t>
      </w:r>
    </w:p>
    <w:p w14:paraId="756F4631" w14:textId="2135A7A5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B37668">
        <w:rPr>
          <w:noProof/>
        </w:rPr>
        <w:t>4</w:t>
      </w:r>
    </w:p>
    <w:p w14:paraId="48E4BE83" w14:textId="501A7DDA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FC46C2">
        <w:rPr>
          <w:noProof/>
        </w:rPr>
        <w:t>Invalid Input</w:t>
      </w:r>
      <w:r>
        <w:rPr>
          <w:noProof/>
        </w:rPr>
        <w:tab/>
      </w:r>
      <w:r w:rsidR="00B37668">
        <w:rPr>
          <w:noProof/>
        </w:rPr>
        <w:t>4</w:t>
      </w:r>
    </w:p>
    <w:p w14:paraId="0A6D730C" w14:textId="193F3019" w:rsidR="00A31EEB" w:rsidRPr="003A529D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 w:rsidRPr="003A529D">
          <w:t>Use Ca</w:t>
        </w:r>
        <w:r w:rsidR="000D293C" w:rsidRPr="003A529D">
          <w:t xml:space="preserve">se Specification: </w:t>
        </w:r>
        <w:r w:rsidR="00F4633E">
          <w:t>Delete</w:t>
        </w:r>
        <w:r w:rsidR="00261CA6">
          <w:t xml:space="preserve"> </w:t>
        </w:r>
        <w:r w:rsidR="00CF5479">
          <w:t>Graduate</w:t>
        </w:r>
        <w:r w:rsidR="00D05E4C" w:rsidRPr="003A529D">
          <w:t xml:space="preserve"> Student</w:t>
        </w:r>
      </w:fldSimple>
      <w:bookmarkStart w:id="0" w:name="_Toc423410237"/>
      <w:bookmarkStart w:id="1" w:name="_Toc425054503"/>
      <w:r w:rsidRPr="003A529D">
        <w:t xml:space="preserve"> </w:t>
      </w:r>
      <w:bookmarkEnd w:id="0"/>
      <w:bookmarkEnd w:id="1"/>
    </w:p>
    <w:p w14:paraId="23E34377" w14:textId="77777777" w:rsidR="00A31EEB" w:rsidRPr="003A529D" w:rsidRDefault="00A31EEB" w:rsidP="003A529D">
      <w:pPr>
        <w:pStyle w:val="InfoBlue"/>
        <w:rPr>
          <w:color w:val="auto"/>
        </w:rPr>
      </w:pPr>
      <w:bookmarkStart w:id="2" w:name="_GoBack"/>
      <w:bookmarkEnd w:id="2"/>
    </w:p>
    <w:p w14:paraId="609FF73B" w14:textId="2EB1C478" w:rsidR="00A31EEB" w:rsidRPr="003A529D" w:rsidRDefault="008B2172">
      <w:pPr>
        <w:pStyle w:val="Heading1"/>
      </w:pPr>
      <w:bookmarkStart w:id="3" w:name="_Toc423410238"/>
      <w:bookmarkStart w:id="4" w:name="_Toc425054504"/>
      <w:r>
        <w:t>Delete</w:t>
      </w:r>
      <w:r w:rsidR="00FC46C2">
        <w:t xml:space="preserve"> </w:t>
      </w:r>
      <w:r w:rsidR="00CF5479">
        <w:t>Graduate</w:t>
      </w:r>
      <w:r w:rsidR="00757329">
        <w:t xml:space="preserve"> Student</w:t>
      </w:r>
    </w:p>
    <w:p w14:paraId="73DC8BD1" w14:textId="77777777" w:rsidR="00A31EEB" w:rsidRPr="003A529D" w:rsidRDefault="00AE19B8">
      <w:pPr>
        <w:pStyle w:val="Heading2"/>
      </w:pPr>
      <w:bookmarkStart w:id="5" w:name="_Toc494515305"/>
      <w:r w:rsidRPr="003A529D">
        <w:t>Brief Description</w:t>
      </w:r>
      <w:bookmarkEnd w:id="3"/>
      <w:bookmarkEnd w:id="4"/>
      <w:bookmarkEnd w:id="5"/>
    </w:p>
    <w:p w14:paraId="6EECB4A7" w14:textId="3DEB52AF" w:rsidR="00A31EEB" w:rsidRPr="003A529D" w:rsidRDefault="008B2172" w:rsidP="003A529D">
      <w:pPr>
        <w:pStyle w:val="InfoBlue"/>
        <w:rPr>
          <w:color w:val="auto"/>
        </w:rPr>
      </w:pPr>
      <w:r>
        <w:rPr>
          <w:color w:val="auto"/>
        </w:rPr>
        <w:t>Delete</w:t>
      </w:r>
      <w:r w:rsidR="00FC46C2">
        <w:rPr>
          <w:color w:val="auto"/>
        </w:rPr>
        <w:t xml:space="preserve"> </w:t>
      </w:r>
      <w:r w:rsidR="00CF5479">
        <w:rPr>
          <w:color w:val="auto"/>
        </w:rPr>
        <w:t>Graduate</w:t>
      </w:r>
      <w:r w:rsidR="00372FB7" w:rsidRPr="003A529D">
        <w:rPr>
          <w:color w:val="auto"/>
        </w:rPr>
        <w:t xml:space="preserve"> Student will </w:t>
      </w:r>
      <w:r w:rsidR="00F4633E">
        <w:rPr>
          <w:color w:val="auto"/>
        </w:rPr>
        <w:t>delete a student from</w:t>
      </w:r>
      <w:r w:rsidR="00372FB7" w:rsidRPr="003A529D">
        <w:rPr>
          <w:color w:val="auto"/>
        </w:rPr>
        <w:t xml:space="preserve"> the database.</w:t>
      </w:r>
    </w:p>
    <w:p w14:paraId="09DB61E2" w14:textId="77777777" w:rsidR="00A31EEB" w:rsidRPr="003A529D" w:rsidRDefault="00AE19B8">
      <w:pPr>
        <w:pStyle w:val="Heading1"/>
        <w:widowControl/>
      </w:pPr>
      <w:bookmarkStart w:id="6" w:name="_Toc423410239"/>
      <w:bookmarkStart w:id="7" w:name="_Toc425054505"/>
      <w:bookmarkStart w:id="8" w:name="_Toc494515306"/>
      <w:r w:rsidRPr="003A529D">
        <w:t>Flow of Events</w:t>
      </w:r>
      <w:bookmarkEnd w:id="6"/>
      <w:bookmarkEnd w:id="7"/>
      <w:bookmarkEnd w:id="8"/>
    </w:p>
    <w:p w14:paraId="4046CE47" w14:textId="77777777" w:rsidR="00A31EEB" w:rsidRPr="003A529D" w:rsidRDefault="00AE19B8">
      <w:pPr>
        <w:pStyle w:val="Heading2"/>
        <w:widowControl/>
      </w:pPr>
      <w:bookmarkStart w:id="9" w:name="_Toc423410240"/>
      <w:bookmarkStart w:id="10" w:name="_Toc425054506"/>
      <w:bookmarkStart w:id="11" w:name="_Toc494515307"/>
      <w:r w:rsidRPr="003A529D">
        <w:t>Basic Flow</w:t>
      </w:r>
      <w:bookmarkEnd w:id="9"/>
      <w:bookmarkEnd w:id="10"/>
      <w:bookmarkEnd w:id="11"/>
      <w:r w:rsidRPr="003A529D">
        <w:t xml:space="preserve"> </w:t>
      </w:r>
    </w:p>
    <w:p w14:paraId="776455F4" w14:textId="48F2E545" w:rsidR="00C57A79" w:rsidRPr="003A529D" w:rsidRDefault="00C57A79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The actor in this case is the</w:t>
      </w:r>
      <w:r w:rsidR="00FC46C2">
        <w:rPr>
          <w:i w:val="0"/>
          <w:color w:val="auto"/>
        </w:rPr>
        <w:t xml:space="preserve"> Advisor that is </w:t>
      </w:r>
      <w:r w:rsidR="00F4633E">
        <w:rPr>
          <w:i w:val="0"/>
          <w:color w:val="auto"/>
        </w:rPr>
        <w:t>remov</w:t>
      </w:r>
      <w:r w:rsidR="00874E82">
        <w:rPr>
          <w:i w:val="0"/>
          <w:color w:val="auto"/>
        </w:rPr>
        <w:t>ing</w:t>
      </w:r>
      <w:r w:rsidR="00D6288C">
        <w:rPr>
          <w:i w:val="0"/>
          <w:color w:val="auto"/>
        </w:rPr>
        <w:t xml:space="preserve"> a</w:t>
      </w:r>
      <w:r w:rsidR="00FC46C2">
        <w:rPr>
          <w:i w:val="0"/>
          <w:color w:val="auto"/>
        </w:rPr>
        <w:t xml:space="preserve"> </w:t>
      </w:r>
      <w:r w:rsidR="00CF5479">
        <w:rPr>
          <w:i w:val="0"/>
          <w:color w:val="auto"/>
        </w:rPr>
        <w:t>Graduate</w:t>
      </w:r>
      <w:r w:rsidRPr="003A529D">
        <w:rPr>
          <w:i w:val="0"/>
          <w:color w:val="auto"/>
        </w:rPr>
        <w:t xml:space="preserve"> student</w:t>
      </w:r>
      <w:r w:rsidR="00F4633E">
        <w:rPr>
          <w:i w:val="0"/>
          <w:color w:val="auto"/>
        </w:rPr>
        <w:t>’s</w:t>
      </w:r>
      <w:r w:rsidRPr="003A529D">
        <w:rPr>
          <w:i w:val="0"/>
          <w:color w:val="auto"/>
        </w:rPr>
        <w:t xml:space="preserve"> information</w:t>
      </w:r>
      <w:r w:rsidR="00F4633E">
        <w:rPr>
          <w:i w:val="0"/>
          <w:color w:val="auto"/>
        </w:rPr>
        <w:t xml:space="preserve"> from the database. The advisor will then be prompted to submit their login information to confirm the action.</w:t>
      </w:r>
    </w:p>
    <w:p w14:paraId="5F425B83" w14:textId="77777777" w:rsidR="00A31EEB" w:rsidRPr="003A529D" w:rsidRDefault="00AE19B8">
      <w:pPr>
        <w:pStyle w:val="Heading2"/>
        <w:widowControl/>
      </w:pPr>
      <w:bookmarkStart w:id="12" w:name="_Toc423410241"/>
      <w:bookmarkStart w:id="13" w:name="_Toc425054507"/>
      <w:bookmarkStart w:id="14" w:name="_Toc494515308"/>
      <w:r w:rsidRPr="003A529D">
        <w:t>Alternative Flows</w:t>
      </w:r>
      <w:bookmarkEnd w:id="12"/>
      <w:bookmarkEnd w:id="13"/>
      <w:bookmarkEnd w:id="14"/>
    </w:p>
    <w:p w14:paraId="0FBDA3C2" w14:textId="1D5F1781" w:rsidR="0004398D" w:rsidRPr="003A529D" w:rsidRDefault="0004398D" w:rsidP="0004398D">
      <w:pPr>
        <w:ind w:left="720"/>
      </w:pPr>
      <w:r w:rsidRPr="003A529D">
        <w:t xml:space="preserve">Alternative flows will are actions that will occur if </w:t>
      </w:r>
      <w:r w:rsidR="00F4633E">
        <w:t>advisor does not successfully fill in their information to confirm the delete.</w:t>
      </w:r>
    </w:p>
    <w:p w14:paraId="794003EB" w14:textId="77777777" w:rsidR="00A31EEB" w:rsidRPr="003A529D" w:rsidRDefault="00372FB7">
      <w:pPr>
        <w:pStyle w:val="Heading3"/>
        <w:widowControl/>
        <w:rPr>
          <w:i w:val="0"/>
        </w:rPr>
      </w:pPr>
      <w:r w:rsidRPr="003A529D">
        <w:rPr>
          <w:i w:val="0"/>
        </w:rPr>
        <w:t>Required Fields Not Complete</w:t>
      </w:r>
    </w:p>
    <w:p w14:paraId="27E34249" w14:textId="535C2E62" w:rsidR="00A31EEB" w:rsidRPr="003A529D" w:rsidRDefault="00F4633E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the advisor does not fill in their user name and password properly they will get a message to try again.</w:t>
      </w:r>
    </w:p>
    <w:p w14:paraId="5472C45C" w14:textId="5D23EB39" w:rsidR="00A31EEB" w:rsidRPr="003A529D" w:rsidRDefault="00F4633E">
      <w:pPr>
        <w:pStyle w:val="Heading3"/>
        <w:widowControl/>
        <w:rPr>
          <w:i w:val="0"/>
        </w:rPr>
      </w:pPr>
      <w:r>
        <w:rPr>
          <w:i w:val="0"/>
        </w:rPr>
        <w:t>Cancel</w:t>
      </w:r>
    </w:p>
    <w:p w14:paraId="51E3CF18" w14:textId="11E2F238" w:rsidR="00A31EEB" w:rsidRPr="003A529D" w:rsidRDefault="00B37668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advisor wants decides they no longer want to the delete a student they click a cancel button to return to a list of students.</w:t>
      </w:r>
    </w:p>
    <w:p w14:paraId="2B8CA51C" w14:textId="77777777" w:rsidR="00A31EEB" w:rsidRPr="003A529D" w:rsidRDefault="00AE19B8">
      <w:pPr>
        <w:pStyle w:val="Heading1"/>
      </w:pPr>
      <w:bookmarkStart w:id="15" w:name="_Toc423410251"/>
      <w:bookmarkStart w:id="16" w:name="_Toc425054510"/>
      <w:bookmarkStart w:id="17" w:name="_Toc494515311"/>
      <w:r w:rsidRPr="003A529D">
        <w:t>Special Requirements</w:t>
      </w:r>
      <w:bookmarkEnd w:id="15"/>
      <w:bookmarkEnd w:id="16"/>
      <w:bookmarkEnd w:id="17"/>
    </w:p>
    <w:p w14:paraId="4DA6F166" w14:textId="46AB3636" w:rsidR="0004398D" w:rsidRPr="003A529D" w:rsidRDefault="00603FBD" w:rsidP="0004398D">
      <w:pPr>
        <w:ind w:left="720"/>
      </w:pPr>
      <w:r w:rsidRPr="003A529D">
        <w:t>These are r</w:t>
      </w:r>
      <w:r w:rsidR="0004398D" w:rsidRPr="003A529D">
        <w:t xml:space="preserve">equirements that </w:t>
      </w:r>
      <w:r w:rsidRPr="003A529D">
        <w:t xml:space="preserve">must be met to run and </w:t>
      </w:r>
      <w:r w:rsidR="00B37668">
        <w:t>delete</w:t>
      </w:r>
      <w:r w:rsidR="0004398D" w:rsidRPr="003A529D">
        <w:t xml:space="preserve"> </w:t>
      </w:r>
      <w:r w:rsidRPr="003A529D">
        <w:t xml:space="preserve">a </w:t>
      </w:r>
      <w:r w:rsidR="00B37668">
        <w:t>student from</w:t>
      </w:r>
      <w:r w:rsidRPr="003A529D">
        <w:t xml:space="preserve"> </w:t>
      </w:r>
      <w:r w:rsidR="0004398D" w:rsidRPr="003A529D">
        <w:t>database.</w:t>
      </w:r>
    </w:p>
    <w:p w14:paraId="1887A1CF" w14:textId="77777777" w:rsidR="0004398D" w:rsidRPr="003A529D" w:rsidRDefault="0004398D" w:rsidP="00603FBD">
      <w:pPr>
        <w:pStyle w:val="Heading2"/>
        <w:widowControl/>
      </w:pPr>
      <w:r w:rsidRPr="003A529D">
        <w:t>System Requirements</w:t>
      </w:r>
    </w:p>
    <w:p w14:paraId="26574E2E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to Windows server 2012</w:t>
      </w:r>
    </w:p>
    <w:p w14:paraId="7E5EF53A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SQL 2016</w:t>
      </w:r>
    </w:p>
    <w:p w14:paraId="1BF2ACF5" w14:textId="77777777" w:rsidR="00A31EEB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Due to FERPA restrictions we must store student information and grades on secure University of Louisville servers</w:t>
      </w:r>
    </w:p>
    <w:p w14:paraId="47E1E249" w14:textId="77777777" w:rsidR="00A31EEB" w:rsidRPr="003A529D" w:rsidRDefault="00AE19B8">
      <w:pPr>
        <w:pStyle w:val="Heading1"/>
        <w:widowControl/>
      </w:pPr>
      <w:bookmarkStart w:id="18" w:name="_Toc423410253"/>
      <w:bookmarkStart w:id="19" w:name="_Toc425054512"/>
      <w:bookmarkStart w:id="20" w:name="_Toc494515313"/>
      <w:r w:rsidRPr="003A529D">
        <w:t>Pre-conditions</w:t>
      </w:r>
      <w:bookmarkEnd w:id="18"/>
      <w:bookmarkEnd w:id="19"/>
      <w:bookmarkEnd w:id="20"/>
    </w:p>
    <w:p w14:paraId="3FB2D599" w14:textId="3BB768D4" w:rsidR="00F045AB" w:rsidRPr="003A529D" w:rsidRDefault="00F045AB" w:rsidP="00F045AB">
      <w:pPr>
        <w:ind w:left="720"/>
      </w:pPr>
      <w:r w:rsidRPr="003A529D">
        <w:t>These are condi</w:t>
      </w:r>
      <w:r w:rsidR="00B37668">
        <w:t>tions that must be met to delete</w:t>
      </w:r>
      <w:r w:rsidRPr="003A529D">
        <w:t xml:space="preserve"> a student to the database.</w:t>
      </w:r>
    </w:p>
    <w:p w14:paraId="4AB92892" w14:textId="77777777" w:rsidR="00603FBD" w:rsidRPr="003A529D" w:rsidRDefault="00F045AB" w:rsidP="00F045AB">
      <w:pPr>
        <w:pStyle w:val="Heading2"/>
      </w:pPr>
      <w:r w:rsidRPr="003A529D">
        <w:t>Access to System</w:t>
      </w:r>
    </w:p>
    <w:p w14:paraId="3C5648A6" w14:textId="77777777" w:rsidR="00F045AB" w:rsidRPr="003A529D" w:rsidRDefault="00F045AB" w:rsidP="003A529D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Advisor must be logged in</w:t>
      </w:r>
    </w:p>
    <w:p w14:paraId="5AFC061D" w14:textId="3BF96720" w:rsidR="00F045AB" w:rsidRPr="00B37668" w:rsidRDefault="00F045AB" w:rsidP="00B37668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Connected to the University of Louisville’s secure network</w:t>
      </w:r>
    </w:p>
    <w:p w14:paraId="1183719C" w14:textId="77777777" w:rsidR="00A31EEB" w:rsidRPr="003A529D" w:rsidRDefault="00AE19B8">
      <w:pPr>
        <w:pStyle w:val="Heading1"/>
        <w:widowControl/>
      </w:pPr>
      <w:bookmarkStart w:id="21" w:name="_Toc423410255"/>
      <w:bookmarkStart w:id="22" w:name="_Toc425054514"/>
      <w:bookmarkStart w:id="23" w:name="_Toc494515315"/>
      <w:r w:rsidRPr="003A529D">
        <w:t>Post-conditions</w:t>
      </w:r>
      <w:bookmarkEnd w:id="21"/>
      <w:bookmarkEnd w:id="22"/>
      <w:bookmarkEnd w:id="23"/>
    </w:p>
    <w:p w14:paraId="7AAA36CC" w14:textId="77777777" w:rsidR="00A31EEB" w:rsidRPr="003A529D" w:rsidRDefault="00603FB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This is what occurs after a form is submitted.</w:t>
      </w:r>
    </w:p>
    <w:p w14:paraId="6F053B19" w14:textId="7C6353F1" w:rsidR="00A31EEB" w:rsidRPr="003A529D" w:rsidRDefault="00B37668">
      <w:pPr>
        <w:pStyle w:val="Heading2"/>
        <w:widowControl/>
      </w:pPr>
      <w:r>
        <w:t>Student Delet</w:t>
      </w:r>
      <w:r w:rsidR="00603FBD" w:rsidRPr="003A529D">
        <w:t>ed</w:t>
      </w:r>
    </w:p>
    <w:p w14:paraId="36B92C30" w14:textId="5EE2DBC6" w:rsidR="00603FBD" w:rsidRPr="003A529D" w:rsidRDefault="00B37668" w:rsidP="00603FBD">
      <w:pPr>
        <w:ind w:left="720"/>
      </w:pPr>
      <w:r>
        <w:t>Once the advisor successfully logs in the student will be deleted from</w:t>
      </w:r>
      <w:r w:rsidR="00603FBD" w:rsidRPr="003A529D">
        <w:t xml:space="preserve"> the database.</w:t>
      </w:r>
    </w:p>
    <w:p w14:paraId="78E0FBE2" w14:textId="77777777" w:rsidR="00A31EEB" w:rsidRPr="003A529D" w:rsidRDefault="00AE19B8">
      <w:pPr>
        <w:pStyle w:val="Heading1"/>
      </w:pPr>
      <w:bookmarkStart w:id="24" w:name="_Toc494515317"/>
      <w:r w:rsidRPr="003A529D">
        <w:t>Extension Points</w:t>
      </w:r>
      <w:bookmarkEnd w:id="24"/>
    </w:p>
    <w:p w14:paraId="6A2C141F" w14:textId="77777777" w:rsidR="00A31EEB" w:rsidRPr="003A529D" w:rsidRDefault="003A529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If a field on the form is not filled out in the correct format and message will pop-up describing discrepancy.</w:t>
      </w:r>
    </w:p>
    <w:p w14:paraId="380CCF64" w14:textId="77777777" w:rsidR="00A31EEB" w:rsidRPr="003A529D" w:rsidRDefault="003A529D">
      <w:pPr>
        <w:pStyle w:val="Heading2"/>
      </w:pPr>
      <w:r w:rsidRPr="003A529D">
        <w:t>Invalid input</w:t>
      </w:r>
    </w:p>
    <w:p w14:paraId="5E7CF8E8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format</w:t>
      </w:r>
    </w:p>
    <w:p w14:paraId="7B65C45A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number of characters in a field</w:t>
      </w:r>
    </w:p>
    <w:p w14:paraId="0A2ABC5E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lastRenderedPageBreak/>
        <w:t>Invalid characters</w:t>
      </w:r>
    </w:p>
    <w:sectPr w:rsidR="003A529D" w:rsidRPr="003A529D">
      <w:headerReference w:type="default" r:id="rId9"/>
      <w:foot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C9EA0" w14:textId="77777777" w:rsidR="009E5DED" w:rsidRDefault="009E5DED">
      <w:pPr>
        <w:spacing w:line="240" w:lineRule="auto"/>
      </w:pPr>
      <w:r>
        <w:separator/>
      </w:r>
    </w:p>
  </w:endnote>
  <w:endnote w:type="continuationSeparator" w:id="0">
    <w:p w14:paraId="01660383" w14:textId="77777777" w:rsidR="009E5DED" w:rsidRDefault="009E5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9E5DED" w14:paraId="2E077D43" w14:textId="77777777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CB6B2C5" w14:textId="77777777" w:rsidR="009E5DED" w:rsidRDefault="009E5DED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7F523A1" w14:textId="77777777" w:rsidR="009E5DED" w:rsidRDefault="009E5DED" w:rsidP="00940074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>
            <w:t xml:space="preserve">R.A.C.T.,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264BF30" w14:textId="77777777" w:rsidR="009E5DED" w:rsidRDefault="009E5DED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CF5479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</w:tbl>
  <w:p w14:paraId="705D5199" w14:textId="77777777" w:rsidR="009E5DED" w:rsidRDefault="009E5D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90571" w14:textId="77777777" w:rsidR="009E5DED" w:rsidRDefault="009E5DED">
      <w:pPr>
        <w:spacing w:line="240" w:lineRule="auto"/>
      </w:pPr>
      <w:r>
        <w:separator/>
      </w:r>
    </w:p>
  </w:footnote>
  <w:footnote w:type="continuationSeparator" w:id="0">
    <w:p w14:paraId="71644F1D" w14:textId="77777777" w:rsidR="009E5DED" w:rsidRDefault="009E5D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E79B8" w14:textId="77777777" w:rsidR="009E5DED" w:rsidRDefault="009E5DED">
    <w:pPr>
      <w:rPr>
        <w:sz w:val="24"/>
      </w:rPr>
    </w:pPr>
  </w:p>
  <w:p w14:paraId="6E506893" w14:textId="77777777" w:rsidR="009E5DED" w:rsidRDefault="009E5DED">
    <w:pPr>
      <w:pBdr>
        <w:top w:val="single" w:sz="6" w:space="1" w:color="auto"/>
      </w:pBdr>
      <w:rPr>
        <w:sz w:val="24"/>
      </w:rPr>
    </w:pPr>
  </w:p>
  <w:p w14:paraId="1DC8BC5A" w14:textId="77777777" w:rsidR="009E5DED" w:rsidRDefault="009E5DED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fldSimple w:instr=" DOCPROPERTY &quot;Company&quot;  \* MERGEFORMAT ">
      <w:r>
        <w:rPr>
          <w:rFonts w:ascii="Arial" w:hAnsi="Arial"/>
          <w:b/>
          <w:sz w:val="36"/>
        </w:rPr>
        <w:t>R.A.C.T</w:t>
      </w:r>
    </w:fldSimple>
    <w:r>
      <w:rPr>
        <w:rFonts w:ascii="Arial" w:hAnsi="Arial"/>
        <w:b/>
        <w:sz w:val="36"/>
      </w:rPr>
      <w:t>.</w:t>
    </w:r>
  </w:p>
  <w:p w14:paraId="38EE805E" w14:textId="77777777" w:rsidR="009E5DED" w:rsidRDefault="009E5DED">
    <w:pPr>
      <w:pBdr>
        <w:bottom w:val="single" w:sz="6" w:space="1" w:color="auto"/>
      </w:pBdr>
      <w:jc w:val="right"/>
      <w:rPr>
        <w:sz w:val="24"/>
      </w:rPr>
    </w:pPr>
  </w:p>
  <w:p w14:paraId="30BF6E6A" w14:textId="77777777" w:rsidR="009E5DED" w:rsidRDefault="009E5D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9E5DED" w14:paraId="1D9BDC81" w14:textId="77777777">
      <w:tc>
        <w:tcPr>
          <w:tcW w:w="6379" w:type="dxa"/>
        </w:tcPr>
        <w:p w14:paraId="64CD93D0" w14:textId="38BCAC8F" w:rsidR="009E5DED" w:rsidRDefault="009E5DED">
          <w:r>
            <w:t>SONAR</w:t>
          </w:r>
        </w:p>
      </w:tc>
      <w:tc>
        <w:tcPr>
          <w:tcW w:w="3179" w:type="dxa"/>
        </w:tcPr>
        <w:p w14:paraId="3DAC7F49" w14:textId="77777777" w:rsidR="009E5DED" w:rsidRDefault="009E5DED">
          <w:pPr>
            <w:tabs>
              <w:tab w:val="left" w:pos="1135"/>
            </w:tabs>
            <w:spacing w:before="40"/>
            <w:ind w:right="68"/>
          </w:pPr>
          <w:r>
            <w:t xml:space="preserve">  Version:          1.0</w:t>
          </w:r>
        </w:p>
      </w:tc>
    </w:tr>
    <w:tr w:rsidR="009E5DED" w14:paraId="486A40C6" w14:textId="77777777">
      <w:tc>
        <w:tcPr>
          <w:tcW w:w="6379" w:type="dxa"/>
        </w:tcPr>
        <w:p w14:paraId="7F66F130" w14:textId="181C2365" w:rsidR="009E5DED" w:rsidRDefault="009E5DED" w:rsidP="00CF5479">
          <w:fldSimple w:instr="title  \* Mergeformat ">
            <w:r>
              <w:t xml:space="preserve">Use Case Specification: Delete </w:t>
            </w:r>
            <w:r w:rsidR="00CF5479">
              <w:t>Graduate</w:t>
            </w:r>
            <w:r>
              <w:t xml:space="preserve"> Student</w:t>
            </w:r>
          </w:fldSimple>
        </w:p>
      </w:tc>
      <w:tc>
        <w:tcPr>
          <w:tcW w:w="3179" w:type="dxa"/>
        </w:tcPr>
        <w:p w14:paraId="2B3FC4B6" w14:textId="77777777" w:rsidR="009E5DED" w:rsidRDefault="009E5DED">
          <w:r>
            <w:t xml:space="preserve">  Date:  19/Oct/16</w:t>
          </w:r>
        </w:p>
      </w:tc>
    </w:tr>
    <w:tr w:rsidR="009E5DED" w14:paraId="57AD753A" w14:textId="77777777">
      <w:tc>
        <w:tcPr>
          <w:tcW w:w="9558" w:type="dxa"/>
          <w:gridSpan w:val="2"/>
        </w:tcPr>
        <w:p w14:paraId="2F43D0C9" w14:textId="69BF7B50" w:rsidR="009E5DED" w:rsidRDefault="009E5DED" w:rsidP="00F045AB">
          <w:r>
            <w:t>UC</w:t>
          </w:r>
          <w:r w:rsidR="00CF5479">
            <w:t>48</w:t>
          </w:r>
        </w:p>
      </w:tc>
    </w:tr>
  </w:tbl>
  <w:p w14:paraId="3477137A" w14:textId="77777777" w:rsidR="009E5DED" w:rsidRDefault="009E5D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A54D43"/>
    <w:multiLevelType w:val="hybridMultilevel"/>
    <w:tmpl w:val="79DA0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7E05E7"/>
    <w:multiLevelType w:val="hybridMultilevel"/>
    <w:tmpl w:val="24CE47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343E5"/>
    <w:multiLevelType w:val="hybridMultilevel"/>
    <w:tmpl w:val="D71CC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C717AA5"/>
    <w:multiLevelType w:val="hybridMultilevel"/>
    <w:tmpl w:val="CEDE9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36137A"/>
    <w:multiLevelType w:val="multilevel"/>
    <w:tmpl w:val="E2068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24"/>
  </w:num>
  <w:num w:numId="5">
    <w:abstractNumId w:val="19"/>
  </w:num>
  <w:num w:numId="6">
    <w:abstractNumId w:val="18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3"/>
  </w:num>
  <w:num w:numId="10">
    <w:abstractNumId w:val="4"/>
  </w:num>
  <w:num w:numId="11">
    <w:abstractNumId w:val="13"/>
  </w:num>
  <w:num w:numId="12">
    <w:abstractNumId w:val="11"/>
  </w:num>
  <w:num w:numId="13">
    <w:abstractNumId w:val="22"/>
  </w:num>
  <w:num w:numId="14">
    <w:abstractNumId w:val="10"/>
  </w:num>
  <w:num w:numId="15">
    <w:abstractNumId w:val="7"/>
  </w:num>
  <w:num w:numId="16">
    <w:abstractNumId w:val="21"/>
  </w:num>
  <w:num w:numId="17">
    <w:abstractNumId w:val="16"/>
  </w:num>
  <w:num w:numId="18">
    <w:abstractNumId w:val="8"/>
  </w:num>
  <w:num w:numId="19">
    <w:abstractNumId w:val="15"/>
  </w:num>
  <w:num w:numId="20">
    <w:abstractNumId w:val="9"/>
  </w:num>
  <w:num w:numId="21">
    <w:abstractNumId w:val="20"/>
  </w:num>
  <w:num w:numId="22">
    <w:abstractNumId w:val="17"/>
  </w:num>
  <w:num w:numId="23">
    <w:abstractNumId w:val="6"/>
  </w:num>
  <w:num w:numId="24">
    <w:abstractNumId w:val="14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B8"/>
    <w:rsid w:val="0004398D"/>
    <w:rsid w:val="0004648A"/>
    <w:rsid w:val="00074585"/>
    <w:rsid w:val="00091F2F"/>
    <w:rsid w:val="000D293C"/>
    <w:rsid w:val="00190CFC"/>
    <w:rsid w:val="001C4845"/>
    <w:rsid w:val="00210C48"/>
    <w:rsid w:val="00261CA6"/>
    <w:rsid w:val="002F517C"/>
    <w:rsid w:val="00372FB7"/>
    <w:rsid w:val="003A529D"/>
    <w:rsid w:val="003E18FF"/>
    <w:rsid w:val="004A15F7"/>
    <w:rsid w:val="004F6AC0"/>
    <w:rsid w:val="005708CD"/>
    <w:rsid w:val="005E00B6"/>
    <w:rsid w:val="00603FBD"/>
    <w:rsid w:val="00757329"/>
    <w:rsid w:val="007863C8"/>
    <w:rsid w:val="00874E82"/>
    <w:rsid w:val="008B2172"/>
    <w:rsid w:val="00940074"/>
    <w:rsid w:val="009E5DED"/>
    <w:rsid w:val="00A31EEB"/>
    <w:rsid w:val="00AA6B27"/>
    <w:rsid w:val="00AE19B8"/>
    <w:rsid w:val="00B37668"/>
    <w:rsid w:val="00C57A79"/>
    <w:rsid w:val="00CA0558"/>
    <w:rsid w:val="00CD00EB"/>
    <w:rsid w:val="00CF5479"/>
    <w:rsid w:val="00D05E4C"/>
    <w:rsid w:val="00D6288C"/>
    <w:rsid w:val="00DA1AB3"/>
    <w:rsid w:val="00E072BF"/>
    <w:rsid w:val="00F045AB"/>
    <w:rsid w:val="00F4633E"/>
    <w:rsid w:val="00FC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A5D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\Users\rmbark01\AppData\Local\Temp\rup_ucspec.dot</Template>
  <TotalTime>1</TotalTime>
  <Pages>5</Pages>
  <Words>344</Words>
  <Characters>1963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Rebecca Ludwig</cp:lastModifiedBy>
  <cp:revision>2</cp:revision>
  <cp:lastPrinted>1901-01-01T06:00:00Z</cp:lastPrinted>
  <dcterms:created xsi:type="dcterms:W3CDTF">2016-10-19T17:24:00Z</dcterms:created>
  <dcterms:modified xsi:type="dcterms:W3CDTF">2016-10-19T17:24:00Z</dcterms:modified>
</cp:coreProperties>
</file>